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834433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834433" w:rsidP="007829B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29BF"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834433" w:rsidP="0083443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83443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829BF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83443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7829BF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Presented on 14/07/20 after fall with long lie. CT head showed acute infarct in right frontal lobe. No focal weakness. PMG: CKD stage 3, T2DM, Gout, BPH,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HTN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4020820</wp:posOffset>
                      </wp:positionH>
                      <wp:positionV relativeFrom="paragraph">
                        <wp:posOffset>2087245</wp:posOffset>
                      </wp:positionV>
                      <wp:extent cx="153670" cy="639445"/>
                      <wp:effectExtent l="16510" t="32385" r="20320" b="33020"/>
                      <wp:wrapNone/>
                      <wp:docPr id="50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670" cy="639445"/>
                              </a:xfrm>
                              <a:custGeom>
                                <a:avLst/>
                                <a:gdLst>
                                  <a:gd name="T0" fmla="*/ 242 w 242"/>
                                  <a:gd name="T1" fmla="*/ 0 h 1007"/>
                                  <a:gd name="T2" fmla="*/ 42 w 242"/>
                                  <a:gd name="T3" fmla="*/ 324 h 1007"/>
                                  <a:gd name="T4" fmla="*/ 0 w 242"/>
                                  <a:gd name="T5" fmla="*/ 699 h 1007"/>
                                  <a:gd name="T6" fmla="*/ 59 w 242"/>
                                  <a:gd name="T7" fmla="*/ 1007 h 1007"/>
                                  <a:gd name="T8" fmla="*/ 167 w 242"/>
                                  <a:gd name="T9" fmla="*/ 541 h 1007"/>
                                  <a:gd name="T10" fmla="*/ 242 w 242"/>
                                  <a:gd name="T11" fmla="*/ 0 h 10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42" h="1007">
                                    <a:moveTo>
                                      <a:pt x="242" y="0"/>
                                    </a:moveTo>
                                    <a:lnTo>
                                      <a:pt x="42" y="324"/>
                                    </a:lnTo>
                                    <a:lnTo>
                                      <a:pt x="0" y="699"/>
                                    </a:lnTo>
                                    <a:lnTo>
                                      <a:pt x="59" y="1007"/>
                                    </a:lnTo>
                                    <a:lnTo>
                                      <a:pt x="167" y="541"/>
                                    </a:lnTo>
                                    <a:lnTo>
                                      <a:pt x="242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76394" id="Freeform 491" o:spid="_x0000_s1026" alt="Granite" style="position:absolute;margin-left:316.6pt;margin-top:164.35pt;width:12.1pt;height:50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2,10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" path="m242,l42,324,,699r59,308l167,541,242,xe">
                      <v:fill r:id="rId7" o:title="Granite" recolor="t" type="tile"/>
                      <v:path arrowok="t" o:connecttype="custom" o:connectlocs="153670,0;26670,205740;0,443865;37465,639445;106045,343535;153670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3640455</wp:posOffset>
                      </wp:positionH>
                      <wp:positionV relativeFrom="paragraph">
                        <wp:posOffset>2298700</wp:posOffset>
                      </wp:positionV>
                      <wp:extent cx="147955" cy="337820"/>
                      <wp:effectExtent l="7620" t="5715" r="15875" b="3746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7955" cy="337820"/>
                              </a:xfrm>
                              <a:custGeom>
                                <a:avLst/>
                                <a:gdLst>
                                  <a:gd name="T0" fmla="*/ 17 w 233"/>
                                  <a:gd name="T1" fmla="*/ 0 h 532"/>
                                  <a:gd name="T2" fmla="*/ 142 w 233"/>
                                  <a:gd name="T3" fmla="*/ 50 h 532"/>
                                  <a:gd name="T4" fmla="*/ 225 w 233"/>
                                  <a:gd name="T5" fmla="*/ 125 h 532"/>
                                  <a:gd name="T6" fmla="*/ 233 w 233"/>
                                  <a:gd name="T7" fmla="*/ 274 h 532"/>
                                  <a:gd name="T8" fmla="*/ 158 w 233"/>
                                  <a:gd name="T9" fmla="*/ 532 h 532"/>
                                  <a:gd name="T10" fmla="*/ 150 w 233"/>
                                  <a:gd name="T11" fmla="*/ 266 h 532"/>
                                  <a:gd name="T12" fmla="*/ 108 w 233"/>
                                  <a:gd name="T13" fmla="*/ 133 h 532"/>
                                  <a:gd name="T14" fmla="*/ 0 w 233"/>
                                  <a:gd name="T15" fmla="*/ 0 h 5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33" h="532">
                                    <a:moveTo>
                                      <a:pt x="17" y="0"/>
                                    </a:moveTo>
                                    <a:lnTo>
                                      <a:pt x="142" y="50"/>
                                    </a:lnTo>
                                    <a:lnTo>
                                      <a:pt x="225" y="125"/>
                                    </a:lnTo>
                                    <a:lnTo>
                                      <a:pt x="233" y="274"/>
                                    </a:lnTo>
                                    <a:lnTo>
                                      <a:pt x="158" y="532"/>
                                    </a:lnTo>
                                    <a:lnTo>
                                      <a:pt x="150" y="266"/>
                                    </a:lnTo>
                                    <a:lnTo>
                                      <a:pt x="108" y="133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A01BB88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7.5pt,181pt,293.75pt,183.5pt,297.9pt,187.25pt,298.3pt,194.7pt,294.55pt,207.6pt,294.15pt,194.3pt,292.05pt,187.65pt,286.65pt,181pt" coordsize="233,5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m473jiAAAACwEAAA8AAABkcnMvZG93&#10;bnJldi54bWxMj8FOwzAQRO9I/IO1SNyo05ikEOJUqAEuFUikXHpz4yUJxHYUu0369ywnOK72aeZN&#10;vp5Nz044+s5ZCctFBAxt7XRnGwkfu+ebO2A+KKtV7yxKOKOHdXF5katMu8m+46kKDaMQ6zMloQ1h&#10;yDj3dYtG+YUb0NLv041GBTrHhutRTRRueh5HUcqN6iw1tGrATYv1d3U0EqJSzGK/f91uprcnUVVl&#10;91W+nKW8vpofH4AFnMMfDL/6pA4FOR3c0WrPegnJSghCJYg0plFEJPdpCuwg4XaZxMCLnP/fUPw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">
                      <v:fill r:id="rId7" o:title="Granite" recolor="t" type="tile"/>
                      <v:path arrowok="t" o:connecttype="custom" o:connectlocs="10795,0;90170,31750;142875,79375;147955,173990;100330,337820;95250,168910;68580,84455;0,0" o:connectangles="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1954530</wp:posOffset>
                      </wp:positionH>
                      <wp:positionV relativeFrom="paragraph">
                        <wp:posOffset>2124075</wp:posOffset>
                      </wp:positionV>
                      <wp:extent cx="184785" cy="433705"/>
                      <wp:effectExtent l="26670" t="40640" r="17145" b="2095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785" cy="433705"/>
                              </a:xfrm>
                              <a:custGeom>
                                <a:avLst/>
                                <a:gdLst>
                                  <a:gd name="T0" fmla="*/ 191 w 291"/>
                                  <a:gd name="T1" fmla="*/ 266 h 683"/>
                                  <a:gd name="T2" fmla="*/ 266 w 291"/>
                                  <a:gd name="T3" fmla="*/ 375 h 683"/>
                                  <a:gd name="T4" fmla="*/ 291 w 291"/>
                                  <a:gd name="T5" fmla="*/ 474 h 683"/>
                                  <a:gd name="T6" fmla="*/ 225 w 291"/>
                                  <a:gd name="T7" fmla="*/ 683 h 683"/>
                                  <a:gd name="T8" fmla="*/ 121 w 291"/>
                                  <a:gd name="T9" fmla="*/ 380 h 683"/>
                                  <a:gd name="T10" fmla="*/ 0 w 291"/>
                                  <a:gd name="T11" fmla="*/ 0 h 683"/>
                                  <a:gd name="T12" fmla="*/ 191 w 291"/>
                                  <a:gd name="T13" fmla="*/ 266 h 6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91" h="683">
                                    <a:moveTo>
                                      <a:pt x="191" y="266"/>
                                    </a:moveTo>
                                    <a:lnTo>
                                      <a:pt x="266" y="375"/>
                                    </a:lnTo>
                                    <a:lnTo>
                                      <a:pt x="291" y="474"/>
                                    </a:lnTo>
                                    <a:lnTo>
                                      <a:pt x="225" y="683"/>
                                    </a:lnTo>
                                    <a:lnTo>
                                      <a:pt x="121" y="38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91" y="26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E5761" id="Freeform 489" o:spid="_x0000_s1026" alt="Granite" style="position:absolute;margin-left:153.9pt;margin-top:167.25pt;width:14.55pt;height:34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1,6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" path="m191,266r75,109l291,474,225,683,121,380,,,191,266xe">
                      <v:fill r:id="rId7" o:title="Granite" recolor="t" type="tile"/>
                      <v:path arrowok="t" o:connecttype="custom" o:connectlocs="121285,168910;168910,238125;184785,300990;142875,433705;76835,241300;0,0;121285,168910" o:connectangles="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D8462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D8462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D8462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D8462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D8462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D8462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D8462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D8462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D8462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D8462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D846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D846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D8462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D8462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D846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D846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5D6C68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D8462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D2A68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D8462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B6E7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07EC9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59DF1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317BB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829B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829B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829B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829B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&lt;40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8462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&lt;50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D84621">
              <w:rPr>
                <w:rFonts w:ascii="Arial" w:hAnsi="Arial" w:cs="Arial"/>
                <w:sz w:val="18"/>
                <w:szCs w:val="20"/>
              </w:rPr>
              <w:t xml:space="preserve"> Mild thickening of the intima-media layer in the CCA (1.1mm). Normal subclavian flow.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D84621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D8462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84621">
              <w:rPr>
                <w:rFonts w:ascii="Arial" w:hAnsi="Arial" w:cs="Arial"/>
                <w:sz w:val="18"/>
                <w:szCs w:val="20"/>
              </w:rPr>
              <w:t>No thickening of the intima-media layer. Normal subclavian flow.</w:t>
            </w:r>
          </w:p>
          <w:p w:rsidR="00D84621" w:rsidRPr="00BE67C6" w:rsidRDefault="00D84621" w:rsidP="00D8462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7829BF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BF" w:rsidRDefault="007829BF">
      <w:r>
        <w:separator/>
      </w:r>
    </w:p>
  </w:endnote>
  <w:endnote w:type="continuationSeparator" w:id="0">
    <w:p w:rsidR="007829BF" w:rsidRDefault="0078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BF" w:rsidRDefault="007829BF">
      <w:r>
        <w:separator/>
      </w:r>
    </w:p>
  </w:footnote>
  <w:footnote w:type="continuationSeparator" w:id="0">
    <w:p w:rsidR="007829BF" w:rsidRDefault="00782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D8462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BF"/>
    <w:rsid w:val="000071E8"/>
    <w:rsid w:val="00041AD2"/>
    <w:rsid w:val="00052659"/>
    <w:rsid w:val="00054AC7"/>
    <w:rsid w:val="00060B26"/>
    <w:rsid w:val="00082FF5"/>
    <w:rsid w:val="00094FEE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9BF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4433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4621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DA6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120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2020-08-07T09:13:00Z</dcterms:created>
  <dcterms:modified xsi:type="dcterms:W3CDTF">2020-08-07T09:13:00Z</dcterms:modified>
</cp:coreProperties>
</file>